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A3BB2" w14:textId="77777777" w:rsidR="00D00EFC" w:rsidRPr="00121E19" w:rsidRDefault="00D00EFC" w:rsidP="00D00EFC">
      <w:pPr>
        <w:pStyle w:val="berschrift2"/>
        <w:rPr>
          <w:lang w:val="en-US"/>
        </w:rPr>
      </w:pPr>
      <w:r w:rsidRPr="00121E19">
        <w:rPr>
          <w:lang w:val="en-US"/>
        </w:rPr>
        <w:t xml:space="preserve">The AEROMAT VT system from SIEGENIA: </w:t>
      </w:r>
      <w:r w:rsidRPr="00121E19">
        <w:rPr>
          <w:lang w:val="en-US"/>
        </w:rPr>
        <w:br/>
        <w:t xml:space="preserve">energy-efficient façade ventilation </w:t>
      </w:r>
    </w:p>
    <w:p w14:paraId="5490D821" w14:textId="77777777" w:rsidR="00D00EFC" w:rsidRPr="00121E19" w:rsidRDefault="00D00EFC" w:rsidP="00D00EFC">
      <w:pPr>
        <w:pStyle w:val="berschrift1"/>
        <w:rPr>
          <w:lang w:val="en-US"/>
        </w:rPr>
      </w:pPr>
      <w:r w:rsidRPr="00121E19">
        <w:rPr>
          <w:lang w:val="en-US"/>
        </w:rPr>
        <w:t>Up to 95% heat recovery and energy efficiency class A</w:t>
      </w:r>
    </w:p>
    <w:p w14:paraId="53C05A3B" w14:textId="77777777" w:rsidR="00D00EFC" w:rsidRPr="00121E19" w:rsidRDefault="00D00EFC" w:rsidP="00D00EFC">
      <w:pPr>
        <w:rPr>
          <w:lang w:val="en-US"/>
        </w:rPr>
      </w:pPr>
    </w:p>
    <w:p w14:paraId="15526706" w14:textId="77777777" w:rsidR="00D00EFC" w:rsidRPr="00121E19" w:rsidRDefault="00D00EFC" w:rsidP="00D00EFC">
      <w:pPr>
        <w:rPr>
          <w:lang w:val="en-US"/>
        </w:rPr>
      </w:pPr>
      <w:r w:rsidRPr="00121E19">
        <w:rPr>
          <w:lang w:val="en-US"/>
        </w:rPr>
        <w:t xml:space="preserve">Flexible planning, easy </w:t>
      </w:r>
      <w:proofErr w:type="gramStart"/>
      <w:r w:rsidRPr="00121E19">
        <w:rPr>
          <w:lang w:val="en-US"/>
        </w:rPr>
        <w:t>installation</w:t>
      </w:r>
      <w:proofErr w:type="gramEnd"/>
      <w:r w:rsidRPr="00121E19">
        <w:rPr>
          <w:lang w:val="en-US"/>
        </w:rPr>
        <w:t xml:space="preserve"> and resource-efficient ventilation: the AEROMAT VT from SIEGENIA combines controlled ventilation with an array of additional benefits. With passive vents, supply air or exhaust air variants and two versions with heat recovery, the system solution covers the entire spectrum of </w:t>
      </w:r>
      <w:proofErr w:type="spellStart"/>
      <w:r w:rsidRPr="00121E19">
        <w:rPr>
          <w:lang w:val="en-US"/>
        </w:rPr>
        <w:t>decentralised</w:t>
      </w:r>
      <w:proofErr w:type="spellEnd"/>
      <w:r w:rsidRPr="00121E19">
        <w:rPr>
          <w:lang w:val="en-US"/>
        </w:rPr>
        <w:t xml:space="preserve"> ventilation systems. This makes it unique, as does the option to use any desired combination of individual ventilator types, allowing complete solutions to be achieved with a uniform design. The attractive appearance of the system is enhanced by its discreet integration into the façade. Additional special features include outstanding sound absorption, high air throughput and modern, convenient operation. </w:t>
      </w:r>
    </w:p>
    <w:p w14:paraId="1546FFA3" w14:textId="77777777" w:rsidR="00D00EFC" w:rsidRPr="00D00EFC" w:rsidRDefault="00D00EFC" w:rsidP="00D00EFC">
      <w:pPr>
        <w:pStyle w:val="berschrift4"/>
        <w:rPr>
          <w:lang w:val="en-US"/>
        </w:rPr>
      </w:pPr>
      <w:r w:rsidRPr="00D00EFC">
        <w:rPr>
          <w:lang w:val="en-US"/>
        </w:rPr>
        <w:t>Universal casing platform</w:t>
      </w:r>
    </w:p>
    <w:p w14:paraId="5FC9DB5E" w14:textId="77777777" w:rsidR="00D00EFC" w:rsidRPr="00121E19" w:rsidRDefault="00D00EFC" w:rsidP="00D00EFC">
      <w:pPr>
        <w:rPr>
          <w:lang w:val="en-US"/>
        </w:rPr>
      </w:pPr>
      <w:r w:rsidRPr="00121E19">
        <w:rPr>
          <w:lang w:val="en-US"/>
        </w:rPr>
        <w:t xml:space="preserve">The AEROMAT VT provides façade ventilation in its most versatile form thanks to its universal casing platform. Variable in length and depth, it makes it possible to use a wide range of ventilator designs whilst maintaining an identical appearance. The harmonious design of the façade is supported by the unobtrusive integration of the ventilator into the reveal, </w:t>
      </w:r>
      <w:proofErr w:type="gramStart"/>
      <w:r w:rsidRPr="00121E19">
        <w:rPr>
          <w:lang w:val="en-US"/>
        </w:rPr>
        <w:t>wall</w:t>
      </w:r>
      <w:proofErr w:type="gramEnd"/>
      <w:r w:rsidRPr="00121E19">
        <w:rPr>
          <w:lang w:val="en-US"/>
        </w:rPr>
        <w:t xml:space="preserve"> or lintel. It can be installed such that it is either visible or concealed. This ensures maximum flexibility, as do the extensive accessories with variants for installation using reveals, </w:t>
      </w:r>
      <w:proofErr w:type="gramStart"/>
      <w:r w:rsidRPr="00121E19">
        <w:rPr>
          <w:lang w:val="en-US"/>
        </w:rPr>
        <w:t>lintels</w:t>
      </w:r>
      <w:proofErr w:type="gramEnd"/>
      <w:r w:rsidRPr="00121E19">
        <w:rPr>
          <w:lang w:val="en-US"/>
        </w:rPr>
        <w:t xml:space="preserve"> or wall ducts. </w:t>
      </w:r>
    </w:p>
    <w:p w14:paraId="5DF1861B" w14:textId="77777777" w:rsidR="00D00EFC" w:rsidRPr="00121E19" w:rsidRDefault="00D00EFC" w:rsidP="00D00EFC">
      <w:pPr>
        <w:pStyle w:val="berschrift4"/>
        <w:rPr>
          <w:lang w:val="en-US"/>
        </w:rPr>
      </w:pPr>
      <w:r w:rsidRPr="00121E19">
        <w:rPr>
          <w:lang w:val="en-US"/>
        </w:rPr>
        <w:t>Powerful heat recovery – maximum energy efficiency</w:t>
      </w:r>
    </w:p>
    <w:p w14:paraId="15B2954D" w14:textId="77777777" w:rsidR="00D00EFC" w:rsidRPr="00121E19" w:rsidRDefault="00D00EFC" w:rsidP="00D00EFC">
      <w:pPr>
        <w:rPr>
          <w:lang w:val="en-US"/>
        </w:rPr>
      </w:pPr>
      <w:r w:rsidRPr="00121E19">
        <w:rPr>
          <w:lang w:val="en-US"/>
        </w:rPr>
        <w:t xml:space="preserve">Energy efficiency is a top priority with the AEROMAT VT. To achieve this, SIEGENIA has developed the AEROMAT VT WRG with its outstanding heat recovery of up to 93% and its excellent balance of size, inherent </w:t>
      </w:r>
      <w:proofErr w:type="gramStart"/>
      <w:r w:rsidRPr="00121E19">
        <w:rPr>
          <w:lang w:val="en-US"/>
        </w:rPr>
        <w:t>noise</w:t>
      </w:r>
      <w:proofErr w:type="gramEnd"/>
      <w:r w:rsidRPr="00121E19">
        <w:rPr>
          <w:lang w:val="en-US"/>
        </w:rPr>
        <w:t xml:space="preserve"> and energy efficiency. Also available is the AEROMAT VT WRG plus, a version that is eligible for subsidies with energy efficiency class A and up to 95% heat recovery. This makes it into an extremely powerful solution for energy efficiency and sustainability. </w:t>
      </w:r>
    </w:p>
    <w:p w14:paraId="7F165621" w14:textId="77777777" w:rsidR="00D00EFC" w:rsidRPr="00121E19" w:rsidRDefault="00D00EFC" w:rsidP="00D00EFC">
      <w:pPr>
        <w:rPr>
          <w:lang w:val="en-US"/>
        </w:rPr>
      </w:pPr>
    </w:p>
    <w:p w14:paraId="16F321CF" w14:textId="77777777" w:rsidR="00D00EFC" w:rsidRPr="00121E19" w:rsidRDefault="00D00EFC" w:rsidP="00D00EFC">
      <w:pPr>
        <w:rPr>
          <w:lang w:val="en-US"/>
        </w:rPr>
      </w:pPr>
      <w:r w:rsidRPr="00121E19">
        <w:rPr>
          <w:lang w:val="en-US"/>
        </w:rPr>
        <w:t xml:space="preserve">Its modern, convenient operation offers end users an enhanced level of room comfort. They can choose between modern touch operation, smart control using an app and automated, demand-based ventilation. The optional high-performance features of the façade ventilator also </w:t>
      </w:r>
      <w:proofErr w:type="gramStart"/>
      <w:r w:rsidRPr="00121E19">
        <w:rPr>
          <w:lang w:val="en-US"/>
        </w:rPr>
        <w:t>ensure good indoor air quality at all times</w:t>
      </w:r>
      <w:proofErr w:type="gramEnd"/>
      <w:r w:rsidRPr="00121E19">
        <w:rPr>
          <w:lang w:val="en-US"/>
        </w:rPr>
        <w:t xml:space="preserve"> – from temperature, humidity, CO</w:t>
      </w:r>
      <w:r w:rsidRPr="00121E19">
        <w:rPr>
          <w:vertAlign w:val="subscript"/>
          <w:lang w:val="en-US"/>
        </w:rPr>
        <w:t>2</w:t>
      </w:r>
      <w:r w:rsidRPr="00121E19">
        <w:rPr>
          <w:lang w:val="en-US"/>
        </w:rPr>
        <w:t xml:space="preserve"> and VOC-based control to additional features such as a pre-heating element and even a variety of filter classes. </w:t>
      </w:r>
    </w:p>
    <w:p w14:paraId="0864B262" w14:textId="77777777" w:rsidR="00D00EFC" w:rsidRPr="00121E19" w:rsidRDefault="00D00EFC" w:rsidP="00D00EFC">
      <w:pPr>
        <w:pStyle w:val="berschrift4"/>
        <w:rPr>
          <w:lang w:val="en-US"/>
        </w:rPr>
      </w:pPr>
      <w:r w:rsidRPr="00121E19">
        <w:rPr>
          <w:lang w:val="en-US"/>
        </w:rPr>
        <w:lastRenderedPageBreak/>
        <w:t xml:space="preserve">Simple to install and set </w:t>
      </w:r>
      <w:proofErr w:type="gramStart"/>
      <w:r w:rsidRPr="00121E19">
        <w:rPr>
          <w:lang w:val="en-US"/>
        </w:rPr>
        <w:t>up</w:t>
      </w:r>
      <w:proofErr w:type="gramEnd"/>
    </w:p>
    <w:p w14:paraId="1A1C0536" w14:textId="77777777" w:rsidR="00D00EFC" w:rsidRPr="00121E19" w:rsidRDefault="00D00EFC" w:rsidP="00D00EFC">
      <w:pPr>
        <w:rPr>
          <w:lang w:val="en-US"/>
        </w:rPr>
      </w:pPr>
      <w:r w:rsidRPr="00121E19">
        <w:rPr>
          <w:lang w:val="en-US"/>
        </w:rPr>
        <w:t xml:space="preserve">When it comes to installation, the sophisticated design of the ventilator gives fabricators an advantage, as it can be installed anywhere around the window, regardless of the profile. Preconfigured inputs and outputs also allow the ventilator to be controlled externally, as well as enabling direct integration in a building control system. </w:t>
      </w:r>
    </w:p>
    <w:p w14:paraId="4000B784" w14:textId="77777777" w:rsidR="00D00EFC" w:rsidRPr="00121E19" w:rsidRDefault="00D00EFC" w:rsidP="00D00EFC">
      <w:pPr>
        <w:rPr>
          <w:lang w:val="en-US"/>
        </w:rPr>
      </w:pPr>
    </w:p>
    <w:p w14:paraId="768D270E" w14:textId="77777777" w:rsidR="00D00EFC" w:rsidRPr="00121E19" w:rsidRDefault="00D00EFC" w:rsidP="00D00EFC">
      <w:pPr>
        <w:rPr>
          <w:lang w:val="en-US"/>
        </w:rPr>
      </w:pPr>
    </w:p>
    <w:p w14:paraId="202037B4" w14:textId="77777777" w:rsidR="00D00EFC" w:rsidRDefault="00D00EFC" w:rsidP="00D00EFC">
      <w:pPr>
        <w:rPr>
          <w:color w:val="C4BC96" w:themeColor="background2" w:themeShade="BF"/>
          <w:lang w:val="en-US"/>
        </w:rPr>
      </w:pPr>
    </w:p>
    <w:p w14:paraId="55079059" w14:textId="77777777" w:rsidR="007C4EDE" w:rsidRDefault="007C4EDE" w:rsidP="00D00EFC">
      <w:pPr>
        <w:rPr>
          <w:color w:val="C4BC96" w:themeColor="background2" w:themeShade="BF"/>
          <w:lang w:val="en-US"/>
        </w:rPr>
      </w:pPr>
    </w:p>
    <w:p w14:paraId="6176618C" w14:textId="77777777" w:rsidR="007C4EDE" w:rsidRDefault="007C4EDE" w:rsidP="00D00EFC">
      <w:pPr>
        <w:rPr>
          <w:color w:val="C4BC96" w:themeColor="background2" w:themeShade="BF"/>
          <w:lang w:val="en-US"/>
        </w:rPr>
      </w:pPr>
    </w:p>
    <w:p w14:paraId="27D3157B" w14:textId="77777777" w:rsidR="007C4EDE" w:rsidRDefault="007C4EDE" w:rsidP="00D00EFC">
      <w:pPr>
        <w:rPr>
          <w:color w:val="C4BC96" w:themeColor="background2" w:themeShade="BF"/>
          <w:lang w:val="en-US"/>
        </w:rPr>
      </w:pPr>
    </w:p>
    <w:p w14:paraId="5A1D35B1" w14:textId="77777777" w:rsidR="007C4EDE" w:rsidRDefault="007C4EDE" w:rsidP="00D00EFC">
      <w:pPr>
        <w:rPr>
          <w:color w:val="C4BC96" w:themeColor="background2" w:themeShade="BF"/>
          <w:lang w:val="en-US"/>
        </w:rPr>
      </w:pPr>
    </w:p>
    <w:p w14:paraId="525E2936" w14:textId="77777777" w:rsidR="007C4EDE" w:rsidRDefault="007C4EDE" w:rsidP="00D00EFC">
      <w:pPr>
        <w:rPr>
          <w:color w:val="C4BC96" w:themeColor="background2" w:themeShade="BF"/>
          <w:lang w:val="en-US"/>
        </w:rPr>
      </w:pPr>
    </w:p>
    <w:p w14:paraId="7946E37A" w14:textId="77777777" w:rsidR="007C4EDE" w:rsidRDefault="007C4EDE" w:rsidP="00D00EFC">
      <w:pPr>
        <w:rPr>
          <w:color w:val="C4BC96" w:themeColor="background2" w:themeShade="BF"/>
          <w:lang w:val="en-US"/>
        </w:rPr>
      </w:pPr>
    </w:p>
    <w:p w14:paraId="41B65429" w14:textId="77777777" w:rsidR="007C4EDE" w:rsidRDefault="007C4EDE" w:rsidP="00D00EFC">
      <w:pPr>
        <w:rPr>
          <w:color w:val="C4BC96" w:themeColor="background2" w:themeShade="BF"/>
          <w:lang w:val="en-US"/>
        </w:rPr>
      </w:pPr>
    </w:p>
    <w:p w14:paraId="3AF3B3B9" w14:textId="77777777" w:rsidR="007C4EDE" w:rsidRDefault="007C4EDE" w:rsidP="00D00EFC">
      <w:pPr>
        <w:rPr>
          <w:color w:val="C4BC96" w:themeColor="background2" w:themeShade="BF"/>
          <w:lang w:val="en-US"/>
        </w:rPr>
      </w:pPr>
    </w:p>
    <w:p w14:paraId="112D4D74" w14:textId="77777777" w:rsidR="007C4EDE" w:rsidRDefault="007C4EDE" w:rsidP="00D00EFC">
      <w:pPr>
        <w:rPr>
          <w:color w:val="C4BC96" w:themeColor="background2" w:themeShade="BF"/>
          <w:lang w:val="en-US"/>
        </w:rPr>
      </w:pPr>
    </w:p>
    <w:p w14:paraId="64C69937" w14:textId="77777777" w:rsidR="007C4EDE" w:rsidRDefault="007C4EDE" w:rsidP="00D00EFC">
      <w:pPr>
        <w:rPr>
          <w:color w:val="C4BC96" w:themeColor="background2" w:themeShade="BF"/>
          <w:lang w:val="en-US"/>
        </w:rPr>
      </w:pPr>
    </w:p>
    <w:p w14:paraId="22022E6B" w14:textId="77777777" w:rsidR="007C4EDE" w:rsidRDefault="007C4EDE" w:rsidP="00D00EFC">
      <w:pPr>
        <w:rPr>
          <w:color w:val="C4BC96" w:themeColor="background2" w:themeShade="BF"/>
          <w:lang w:val="en-US"/>
        </w:rPr>
      </w:pPr>
    </w:p>
    <w:p w14:paraId="2D5FD24F" w14:textId="77777777" w:rsidR="007C4EDE" w:rsidRDefault="007C4EDE" w:rsidP="00D00EFC">
      <w:pPr>
        <w:rPr>
          <w:color w:val="C4BC96" w:themeColor="background2" w:themeShade="BF"/>
          <w:lang w:val="en-US"/>
        </w:rPr>
      </w:pPr>
    </w:p>
    <w:p w14:paraId="19A92489" w14:textId="77777777" w:rsidR="007C4EDE" w:rsidRDefault="007C4EDE" w:rsidP="00D00EFC">
      <w:pPr>
        <w:rPr>
          <w:color w:val="C4BC96" w:themeColor="background2" w:themeShade="BF"/>
          <w:lang w:val="en-US"/>
        </w:rPr>
      </w:pPr>
    </w:p>
    <w:p w14:paraId="3C805367" w14:textId="77777777" w:rsidR="007C4EDE" w:rsidRDefault="007C4EDE" w:rsidP="00D00EFC">
      <w:pPr>
        <w:rPr>
          <w:color w:val="C4BC96" w:themeColor="background2" w:themeShade="BF"/>
          <w:lang w:val="en-US"/>
        </w:rPr>
      </w:pPr>
    </w:p>
    <w:p w14:paraId="193E40C9" w14:textId="77777777" w:rsidR="007C4EDE" w:rsidRDefault="007C4EDE" w:rsidP="00D00EFC">
      <w:pPr>
        <w:rPr>
          <w:color w:val="C4BC96" w:themeColor="background2" w:themeShade="BF"/>
          <w:lang w:val="en-US"/>
        </w:rPr>
      </w:pPr>
    </w:p>
    <w:p w14:paraId="637695D2" w14:textId="77777777" w:rsidR="007C4EDE" w:rsidRDefault="007C4EDE" w:rsidP="00D00EFC">
      <w:pPr>
        <w:rPr>
          <w:color w:val="C4BC96" w:themeColor="background2" w:themeShade="BF"/>
          <w:lang w:val="en-US"/>
        </w:rPr>
      </w:pPr>
    </w:p>
    <w:p w14:paraId="2B3F958B" w14:textId="77777777" w:rsidR="007C4EDE" w:rsidRDefault="007C4EDE" w:rsidP="00D00EFC">
      <w:pPr>
        <w:rPr>
          <w:color w:val="C4BC96" w:themeColor="background2" w:themeShade="BF"/>
          <w:lang w:val="en-US"/>
        </w:rPr>
      </w:pPr>
    </w:p>
    <w:p w14:paraId="48A44803" w14:textId="77777777" w:rsidR="007C4EDE" w:rsidRPr="00121E19" w:rsidRDefault="007C4EDE" w:rsidP="00D00EFC">
      <w:pPr>
        <w:rPr>
          <w:color w:val="C4BC96" w:themeColor="background2" w:themeShade="BF"/>
          <w:lang w:val="en-US"/>
        </w:rPr>
      </w:pPr>
    </w:p>
    <w:p w14:paraId="0F05B25C" w14:textId="77777777" w:rsidR="00D00EFC" w:rsidRPr="00121E19" w:rsidRDefault="00D00EFC" w:rsidP="00D00EFC">
      <w:pPr>
        <w:rPr>
          <w:color w:val="C4BC96" w:themeColor="background2" w:themeShade="BF"/>
          <w:lang w:val="en-US"/>
        </w:rPr>
      </w:pPr>
    </w:p>
    <w:p w14:paraId="3DA86916" w14:textId="77777777" w:rsidR="005B0022" w:rsidRPr="00121E19" w:rsidRDefault="005B0022" w:rsidP="00D00EFC">
      <w:pPr>
        <w:rPr>
          <w:szCs w:val="20"/>
          <w:lang w:val="en-US"/>
        </w:rPr>
      </w:pPr>
    </w:p>
    <w:p w14:paraId="5EFF05A8" w14:textId="77777777" w:rsidR="00D00EFC" w:rsidRPr="00121E19" w:rsidRDefault="00D00EFC" w:rsidP="00D00EFC">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D00EFC" w:rsidRPr="0044187A" w14:paraId="1E0C91B2" w14:textId="77777777" w:rsidTr="003B353A">
        <w:tc>
          <w:tcPr>
            <w:tcW w:w="3348" w:type="dxa"/>
            <w:tcBorders>
              <w:top w:val="nil"/>
              <w:left w:val="nil"/>
              <w:bottom w:val="nil"/>
              <w:right w:val="nil"/>
            </w:tcBorders>
          </w:tcPr>
          <w:p w14:paraId="7888DF0F" w14:textId="77777777" w:rsidR="00D00EFC" w:rsidRPr="00121E19" w:rsidRDefault="00D00EFC" w:rsidP="003B353A">
            <w:pPr>
              <w:pStyle w:val="Formatvorlage2"/>
              <w:rPr>
                <w:u w:val="single"/>
                <w:lang w:val="en-US"/>
              </w:rPr>
            </w:pPr>
            <w:r w:rsidRPr="00121E19">
              <w:rPr>
                <w:u w:val="single"/>
                <w:lang w:val="en-US"/>
              </w:rPr>
              <w:t>Publisher</w:t>
            </w:r>
          </w:p>
          <w:p w14:paraId="35E24B45" w14:textId="77777777" w:rsidR="00D00EFC" w:rsidRPr="00121E19" w:rsidRDefault="00D00EFC" w:rsidP="003B353A">
            <w:pPr>
              <w:pStyle w:val="Formatvorlage2"/>
              <w:rPr>
                <w:lang w:val="en-US"/>
              </w:rPr>
            </w:pPr>
            <w:r w:rsidRPr="00121E19">
              <w:rPr>
                <w:lang w:val="en-US"/>
              </w:rPr>
              <w:t>SIEGENIA GROUP</w:t>
            </w:r>
          </w:p>
          <w:p w14:paraId="456E639E" w14:textId="77777777" w:rsidR="00D00EFC" w:rsidRPr="00121E19" w:rsidRDefault="00D00EFC" w:rsidP="003B353A">
            <w:pPr>
              <w:pStyle w:val="Formatvorlage2"/>
              <w:rPr>
                <w:lang w:val="en-US"/>
              </w:rPr>
            </w:pPr>
            <w:r w:rsidRPr="00121E19">
              <w:rPr>
                <w:lang w:val="en-US"/>
              </w:rPr>
              <w:t>Marketing Communications</w:t>
            </w:r>
          </w:p>
          <w:p w14:paraId="36F07E2A" w14:textId="77777777" w:rsidR="00D00EFC" w:rsidRPr="00121E19" w:rsidRDefault="00D00EFC" w:rsidP="003B353A">
            <w:pPr>
              <w:pStyle w:val="Formatvorlage2"/>
              <w:rPr>
                <w:lang w:val="en-US"/>
              </w:rPr>
            </w:pPr>
            <w:proofErr w:type="spellStart"/>
            <w:r w:rsidRPr="00121E19">
              <w:rPr>
                <w:lang w:val="en-US"/>
              </w:rPr>
              <w:t>Industriestraße</w:t>
            </w:r>
            <w:proofErr w:type="spellEnd"/>
            <w:r w:rsidRPr="00121E19">
              <w:rPr>
                <w:lang w:val="en-US"/>
              </w:rPr>
              <w:t xml:space="preserve"> 1-3</w:t>
            </w:r>
          </w:p>
          <w:p w14:paraId="4324DBF6" w14:textId="77777777" w:rsidR="00D00EFC" w:rsidRDefault="00D00EFC" w:rsidP="003B353A">
            <w:pPr>
              <w:pStyle w:val="Formatvorlage2"/>
            </w:pPr>
            <w:r>
              <w:t>D-57234 Wilnsdorf, Germany</w:t>
            </w:r>
          </w:p>
          <w:p w14:paraId="781749E0" w14:textId="77777777" w:rsidR="00D00EFC" w:rsidRDefault="00D00EFC" w:rsidP="003B353A">
            <w:pPr>
              <w:pStyle w:val="Formatvorlage2"/>
            </w:pPr>
            <w:r>
              <w:t>Tel.: +49 271 3931-1176</w:t>
            </w:r>
          </w:p>
          <w:p w14:paraId="307A0A97" w14:textId="77777777" w:rsidR="00D00EFC" w:rsidRPr="00392D5F" w:rsidRDefault="00D00EFC" w:rsidP="003B353A">
            <w:pPr>
              <w:pStyle w:val="Formatvorlage2"/>
            </w:pPr>
            <w:proofErr w:type="spellStart"/>
            <w:r>
              <w:t>E-mail</w:t>
            </w:r>
            <w:proofErr w:type="spellEnd"/>
            <w:r>
              <w:t>: pr@siegenia.com</w:t>
            </w:r>
          </w:p>
          <w:p w14:paraId="54F51234" w14:textId="77777777" w:rsidR="00D00EFC" w:rsidRDefault="00D00EFC" w:rsidP="003B353A">
            <w:pPr>
              <w:pStyle w:val="Formatvorlage2"/>
            </w:pPr>
            <w:r>
              <w:t>www.siegenia.com</w:t>
            </w:r>
          </w:p>
          <w:p w14:paraId="58C83C71" w14:textId="77777777" w:rsidR="00D00EFC" w:rsidRPr="0044187A" w:rsidRDefault="00D00EFC" w:rsidP="003B353A">
            <w:pPr>
              <w:pStyle w:val="Formatvorlage2"/>
              <w:rPr>
                <w:szCs w:val="20"/>
              </w:rPr>
            </w:pPr>
          </w:p>
        </w:tc>
        <w:tc>
          <w:tcPr>
            <w:tcW w:w="3060" w:type="dxa"/>
            <w:tcBorders>
              <w:top w:val="nil"/>
              <w:left w:val="nil"/>
              <w:bottom w:val="nil"/>
              <w:right w:val="nil"/>
            </w:tcBorders>
          </w:tcPr>
          <w:p w14:paraId="14C395F1" w14:textId="77777777" w:rsidR="00D00EFC" w:rsidRPr="00121E19" w:rsidRDefault="00D00EFC" w:rsidP="003B353A">
            <w:pPr>
              <w:pStyle w:val="Formatvorlage2"/>
              <w:rPr>
                <w:u w:val="single"/>
                <w:lang w:val="en-US"/>
              </w:rPr>
            </w:pPr>
            <w:r w:rsidRPr="00121E19">
              <w:rPr>
                <w:u w:val="single"/>
                <w:lang w:val="en-US"/>
              </w:rPr>
              <w:t xml:space="preserve">Edited by / </w:t>
            </w:r>
            <w:proofErr w:type="gramStart"/>
            <w:r w:rsidRPr="00121E19">
              <w:rPr>
                <w:u w:val="single"/>
                <w:lang w:val="en-US"/>
              </w:rPr>
              <w:t>Contact</w:t>
            </w:r>
            <w:proofErr w:type="gramEnd"/>
          </w:p>
          <w:p w14:paraId="2E5BFEB1" w14:textId="77777777" w:rsidR="00D00EFC" w:rsidRPr="00121E19" w:rsidRDefault="00D00EFC" w:rsidP="003B353A">
            <w:pPr>
              <w:pStyle w:val="Formatvorlage2"/>
              <w:rPr>
                <w:lang w:val="en-US"/>
              </w:rPr>
            </w:pPr>
            <w:r w:rsidRPr="00121E19">
              <w:rPr>
                <w:lang w:val="en-US"/>
              </w:rPr>
              <w:t>Kemper Kommunikation</w:t>
            </w:r>
          </w:p>
          <w:p w14:paraId="1A46925D" w14:textId="77777777" w:rsidR="00D00EFC" w:rsidRPr="00121E19" w:rsidRDefault="00D00EFC" w:rsidP="003B353A">
            <w:pPr>
              <w:pStyle w:val="Formatvorlage2"/>
              <w:rPr>
                <w:lang w:val="en-US"/>
              </w:rPr>
            </w:pPr>
            <w:r w:rsidRPr="00121E19">
              <w:rPr>
                <w:lang w:val="en-US"/>
              </w:rPr>
              <w:t xml:space="preserve">Kirsten Kemper </w:t>
            </w:r>
          </w:p>
          <w:p w14:paraId="2069A6E5" w14:textId="77777777" w:rsidR="00D00EFC" w:rsidRPr="00C33A1F" w:rsidRDefault="00D00EFC" w:rsidP="003B353A">
            <w:pPr>
              <w:pStyle w:val="Formatvorlage2"/>
            </w:pPr>
            <w:r>
              <w:t>Am Milchbornbach 10</w:t>
            </w:r>
          </w:p>
          <w:p w14:paraId="10346002" w14:textId="77777777" w:rsidR="00D00EFC" w:rsidRPr="00C33A1F" w:rsidRDefault="00D00EFC" w:rsidP="003B353A">
            <w:pPr>
              <w:pStyle w:val="Formatvorlage2"/>
            </w:pPr>
            <w:r>
              <w:t>D-51429 Bergisch Gladbach</w:t>
            </w:r>
            <w:r>
              <w:br/>
              <w:t>Tel.: +49 2204 9644808</w:t>
            </w:r>
          </w:p>
          <w:p w14:paraId="4453E4C6" w14:textId="77777777" w:rsidR="00D00EFC" w:rsidRPr="00C55524" w:rsidRDefault="00D00EFC" w:rsidP="003B353A">
            <w:pPr>
              <w:pStyle w:val="Formatvorlage2"/>
              <w:rPr>
                <w:lang w:val="it-IT"/>
              </w:rPr>
            </w:pPr>
            <w:proofErr w:type="spellStart"/>
            <w:r>
              <w:t>E-mail</w:t>
            </w:r>
            <w:proofErr w:type="spellEnd"/>
            <w:r>
              <w:t>: info@kemper-kommunikation.de</w:t>
            </w:r>
          </w:p>
          <w:p w14:paraId="617C54AC" w14:textId="77777777" w:rsidR="00D00EFC" w:rsidRDefault="00D00EFC" w:rsidP="003B353A">
            <w:pPr>
              <w:pStyle w:val="Formatvorlage2"/>
            </w:pPr>
            <w:r>
              <w:t>www.kemper-kommunikation.de</w:t>
            </w:r>
          </w:p>
          <w:p w14:paraId="79C93507" w14:textId="77777777" w:rsidR="00D00EFC" w:rsidRPr="003F183E" w:rsidRDefault="00D00EFC" w:rsidP="003B353A">
            <w:pPr>
              <w:pStyle w:val="Formatvorlage2"/>
            </w:pPr>
          </w:p>
        </w:tc>
        <w:tc>
          <w:tcPr>
            <w:tcW w:w="1800" w:type="dxa"/>
            <w:tcBorders>
              <w:top w:val="nil"/>
              <w:left w:val="nil"/>
              <w:bottom w:val="nil"/>
              <w:right w:val="nil"/>
            </w:tcBorders>
          </w:tcPr>
          <w:p w14:paraId="370458FC" w14:textId="77777777" w:rsidR="00D00EFC" w:rsidRPr="00121E19" w:rsidRDefault="00D00EFC" w:rsidP="003B353A">
            <w:pPr>
              <w:pStyle w:val="Formatvorlage2"/>
              <w:rPr>
                <w:u w:val="single"/>
                <w:lang w:val="en-US"/>
              </w:rPr>
            </w:pPr>
            <w:r w:rsidRPr="00121E19">
              <w:rPr>
                <w:u w:val="single"/>
                <w:lang w:val="en-US"/>
              </w:rPr>
              <w:t>Text Information</w:t>
            </w:r>
          </w:p>
          <w:p w14:paraId="3CD696BC" w14:textId="77777777" w:rsidR="00D00EFC" w:rsidRPr="00121E19" w:rsidRDefault="00D00EFC" w:rsidP="003B353A">
            <w:pPr>
              <w:pStyle w:val="Formatvorlage2"/>
              <w:rPr>
                <w:lang w:val="en-US"/>
              </w:rPr>
            </w:pPr>
            <w:r w:rsidRPr="00121E19">
              <w:rPr>
                <w:lang w:val="en-US"/>
              </w:rPr>
              <w:t>Pages: 2</w:t>
            </w:r>
          </w:p>
          <w:p w14:paraId="0F618650" w14:textId="73CC034F" w:rsidR="00D00EFC" w:rsidRPr="00121E19" w:rsidRDefault="00D00EFC" w:rsidP="003B353A">
            <w:pPr>
              <w:pStyle w:val="Formatvorlage2"/>
              <w:rPr>
                <w:lang w:val="en-US"/>
              </w:rPr>
            </w:pPr>
            <w:r w:rsidRPr="00121E19">
              <w:rPr>
                <w:lang w:val="en-US"/>
              </w:rPr>
              <w:t xml:space="preserve">Words: </w:t>
            </w:r>
            <w:r w:rsidR="000B5620">
              <w:rPr>
                <w:lang w:val="en-US"/>
              </w:rPr>
              <w:t>407</w:t>
            </w:r>
          </w:p>
          <w:p w14:paraId="2B6A60A3" w14:textId="79AF2D6D" w:rsidR="00D00EFC" w:rsidRPr="00121E19" w:rsidRDefault="00D00EFC" w:rsidP="003B353A">
            <w:pPr>
              <w:pStyle w:val="Formatvorlage2"/>
              <w:rPr>
                <w:lang w:val="en-US"/>
              </w:rPr>
            </w:pPr>
            <w:r w:rsidRPr="00121E19">
              <w:rPr>
                <w:lang w:val="en-US"/>
              </w:rPr>
              <w:t>Characters: 2</w:t>
            </w:r>
            <w:r w:rsidR="000B5620">
              <w:rPr>
                <w:lang w:val="en-US"/>
              </w:rPr>
              <w:t>,693</w:t>
            </w:r>
            <w:r w:rsidRPr="00121E19">
              <w:rPr>
                <w:lang w:val="en-US"/>
              </w:rPr>
              <w:br/>
              <w:t>(with spaces)</w:t>
            </w:r>
          </w:p>
          <w:p w14:paraId="2B0A222F" w14:textId="77777777" w:rsidR="00D00EFC" w:rsidRPr="00121E19" w:rsidRDefault="00D00EFC" w:rsidP="003B353A">
            <w:pPr>
              <w:pStyle w:val="Formatvorlage2"/>
              <w:rPr>
                <w:lang w:val="en-US"/>
              </w:rPr>
            </w:pPr>
          </w:p>
          <w:p w14:paraId="3ECE3E2A" w14:textId="77777777" w:rsidR="00D00EFC" w:rsidRPr="00C33A1F" w:rsidRDefault="00D00EFC" w:rsidP="003B353A">
            <w:pPr>
              <w:pStyle w:val="Formatvorlage2"/>
            </w:pPr>
            <w:proofErr w:type="spellStart"/>
            <w:r>
              <w:t>Created</w:t>
            </w:r>
            <w:proofErr w:type="spellEnd"/>
            <w:r>
              <w:t>: 2024-03-19</w:t>
            </w:r>
          </w:p>
          <w:p w14:paraId="0933A9FA" w14:textId="77777777" w:rsidR="00D00EFC" w:rsidRPr="0044187A" w:rsidRDefault="00D00EFC" w:rsidP="003B353A">
            <w:pPr>
              <w:pStyle w:val="Formatvorlage2"/>
              <w:rPr>
                <w:szCs w:val="20"/>
              </w:rPr>
            </w:pPr>
          </w:p>
        </w:tc>
      </w:tr>
      <w:tr w:rsidR="00D00EFC" w:rsidRPr="005B0022" w14:paraId="61FD680C" w14:textId="77777777" w:rsidTr="003B353A">
        <w:tc>
          <w:tcPr>
            <w:tcW w:w="8208" w:type="dxa"/>
            <w:gridSpan w:val="3"/>
            <w:tcBorders>
              <w:top w:val="nil"/>
              <w:left w:val="nil"/>
              <w:bottom w:val="nil"/>
              <w:right w:val="nil"/>
            </w:tcBorders>
          </w:tcPr>
          <w:p w14:paraId="633E2424" w14:textId="6E0DE1D0" w:rsidR="00D00EFC" w:rsidRPr="00121E19" w:rsidRDefault="00D00EFC" w:rsidP="003B353A">
            <w:pPr>
              <w:pStyle w:val="Formatvorlage2"/>
              <w:rPr>
                <w:lang w:val="en-US"/>
              </w:rPr>
            </w:pPr>
            <w:r>
              <w:rPr>
                <w:lang w:val="en-US"/>
              </w:rPr>
              <w:t>P</w:t>
            </w:r>
            <w:r w:rsidRPr="00121E19">
              <w:rPr>
                <w:lang w:val="en-US"/>
              </w:rPr>
              <w:t>lease send us a sample copy of any publication containing this text or these images.</w:t>
            </w:r>
          </w:p>
        </w:tc>
      </w:tr>
    </w:tbl>
    <w:p w14:paraId="6E3A9CAE" w14:textId="77777777" w:rsidR="007C4EDE" w:rsidRDefault="007C4EDE" w:rsidP="007C4EDE">
      <w:pPr>
        <w:pStyle w:val="berschrift4"/>
        <w:rPr>
          <w:lang w:val="en-US"/>
        </w:rPr>
        <w:sectPr w:rsidR="007C4EDE" w:rsidSect="00C94C5B">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306C20B5" w14:textId="77777777" w:rsidR="007C4EDE" w:rsidRPr="00D00EFC" w:rsidRDefault="007C4EDE" w:rsidP="007C4EDE">
      <w:pPr>
        <w:pStyle w:val="berschrift4"/>
        <w:rPr>
          <w:lang w:val="en-US"/>
        </w:rPr>
      </w:pPr>
      <w:r w:rsidRPr="00D00EFC">
        <w:rPr>
          <w:lang w:val="en-US"/>
        </w:rPr>
        <w:lastRenderedPageBreak/>
        <w:t>Captions</w:t>
      </w:r>
    </w:p>
    <w:p w14:paraId="3F2F7DF2" w14:textId="77777777" w:rsidR="007C4EDE" w:rsidRPr="00D00EFC" w:rsidRDefault="007C4EDE" w:rsidP="007C4EDE">
      <w:pPr>
        <w:rPr>
          <w:lang w:val="en-US"/>
        </w:rPr>
      </w:pPr>
      <w:r w:rsidRPr="00D00EFC">
        <w:rPr>
          <w:lang w:val="en-US"/>
        </w:rPr>
        <w:t>Image database: SIEGENIA</w:t>
      </w:r>
    </w:p>
    <w:p w14:paraId="1BFF7D9D" w14:textId="77777777" w:rsidR="007C4EDE" w:rsidRPr="00D00EFC" w:rsidRDefault="007C4EDE" w:rsidP="007C4EDE">
      <w:pPr>
        <w:rPr>
          <w:lang w:val="en-US"/>
        </w:rPr>
      </w:pPr>
    </w:p>
    <w:p w14:paraId="3382BB90" w14:textId="77777777" w:rsidR="007C4EDE" w:rsidRPr="00D00EFC" w:rsidRDefault="007C4EDE" w:rsidP="007C4EDE">
      <w:pPr>
        <w:rPr>
          <w:bCs/>
          <w:i/>
          <w:lang w:val="en-US"/>
        </w:rPr>
      </w:pPr>
      <w:r w:rsidRPr="00D00EFC">
        <w:rPr>
          <w:bCs/>
          <w:i/>
          <w:lang w:val="en-US"/>
        </w:rPr>
        <w:t xml:space="preserve">Image I: SIE_AERO_AEROMAT VT_WRG_detail.jpg </w:t>
      </w:r>
    </w:p>
    <w:p w14:paraId="396260C0" w14:textId="77777777" w:rsidR="007C4EDE" w:rsidRPr="00121E19" w:rsidRDefault="007C4EDE" w:rsidP="007C4EDE">
      <w:pPr>
        <w:rPr>
          <w:lang w:val="en-US"/>
        </w:rPr>
      </w:pPr>
      <w:r w:rsidRPr="00121E19">
        <w:rPr>
          <w:lang w:val="en-US"/>
        </w:rPr>
        <w:t xml:space="preserve">Easy planning, simple </w:t>
      </w:r>
      <w:proofErr w:type="gramStart"/>
      <w:r w:rsidRPr="00121E19">
        <w:rPr>
          <w:lang w:val="en-US"/>
        </w:rPr>
        <w:t>installation</w:t>
      </w:r>
      <w:proofErr w:type="gramEnd"/>
      <w:r w:rsidRPr="00121E19">
        <w:rPr>
          <w:lang w:val="en-US"/>
        </w:rPr>
        <w:t xml:space="preserve"> and new high-performance features for greater room comfort: the AEROMAT VT WRG from SIEGENIA combines controlled ventilation with high energy efficiency. </w:t>
      </w:r>
    </w:p>
    <w:p w14:paraId="0E266CA3" w14:textId="77777777" w:rsidR="007C4EDE" w:rsidRDefault="007C4EDE" w:rsidP="007C4EDE">
      <w:pPr>
        <w:rPr>
          <w:lang w:val="en-US"/>
        </w:rPr>
      </w:pPr>
    </w:p>
    <w:p w14:paraId="6DA368E8" w14:textId="27AA0F2E" w:rsidR="007C4EDE" w:rsidRDefault="007C4EDE" w:rsidP="007C4EDE">
      <w:pPr>
        <w:rPr>
          <w:lang w:val="en-US"/>
        </w:rPr>
      </w:pPr>
      <w:r>
        <w:rPr>
          <w:noProof/>
          <w:lang w:val="en-US"/>
        </w:rPr>
        <w:drawing>
          <wp:inline distT="0" distB="0" distL="0" distR="0" wp14:anchorId="42152E7A" wp14:editId="79587DFC">
            <wp:extent cx="2340000" cy="1688400"/>
            <wp:effectExtent l="0" t="0" r="0" b="0"/>
            <wp:docPr id="1457039962" name="Grafik 1" descr="Ein Bild, das Fenster, Im Haus, Inneneinricht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039962" name="Grafik 1" descr="Ein Bild, das Fenster, Im Haus, Inneneinrichtung, Wand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7C9B98C6" w14:textId="77777777" w:rsidR="007C4EDE" w:rsidRPr="00121E19" w:rsidRDefault="007C4EDE" w:rsidP="007C4EDE">
      <w:pPr>
        <w:rPr>
          <w:lang w:val="en-US"/>
        </w:rPr>
      </w:pPr>
    </w:p>
    <w:p w14:paraId="7322563E" w14:textId="77777777" w:rsidR="007C4EDE" w:rsidRPr="00121E19" w:rsidRDefault="007C4EDE" w:rsidP="007C4EDE">
      <w:pPr>
        <w:rPr>
          <w:bCs/>
          <w:i/>
          <w:lang w:val="en-US"/>
        </w:rPr>
      </w:pPr>
      <w:r w:rsidRPr="00121E19">
        <w:rPr>
          <w:bCs/>
          <w:i/>
          <w:lang w:val="en-US"/>
        </w:rPr>
        <w:t xml:space="preserve">Image II: SIE_AERO_AEROMAT </w:t>
      </w:r>
      <w:proofErr w:type="spellStart"/>
      <w:r w:rsidRPr="00121E19">
        <w:rPr>
          <w:bCs/>
          <w:i/>
          <w:lang w:val="en-US"/>
        </w:rPr>
        <w:t>VT_WRG_living</w:t>
      </w:r>
      <w:proofErr w:type="spellEnd"/>
      <w:r w:rsidRPr="00121E19">
        <w:rPr>
          <w:bCs/>
          <w:i/>
          <w:lang w:val="en-US"/>
        </w:rPr>
        <w:t xml:space="preserve"> room.jpg </w:t>
      </w:r>
    </w:p>
    <w:p w14:paraId="07538F19" w14:textId="77777777" w:rsidR="007C4EDE" w:rsidRDefault="007C4EDE" w:rsidP="007C4EDE">
      <w:pPr>
        <w:rPr>
          <w:lang w:val="en-US"/>
        </w:rPr>
      </w:pPr>
      <w:r w:rsidRPr="00121E19">
        <w:rPr>
          <w:lang w:val="en-US"/>
        </w:rPr>
        <w:t xml:space="preserve">The AEROMAT VT WRG supports the harmonious design of the facade with its unobtrusive integration in the reveal, </w:t>
      </w:r>
      <w:proofErr w:type="gramStart"/>
      <w:r w:rsidRPr="00121E19">
        <w:rPr>
          <w:lang w:val="en-US"/>
        </w:rPr>
        <w:t>wall</w:t>
      </w:r>
      <w:proofErr w:type="gramEnd"/>
      <w:r w:rsidRPr="00121E19">
        <w:rPr>
          <w:lang w:val="en-US"/>
        </w:rPr>
        <w:t xml:space="preserve"> or lintel. The installation can be either visible or concealed.</w:t>
      </w:r>
      <w:r w:rsidRPr="00121E19">
        <w:rPr>
          <w:lang w:val="en-US"/>
        </w:rPr>
        <w:br/>
      </w:r>
    </w:p>
    <w:p w14:paraId="0919B599" w14:textId="605DE203" w:rsidR="007C4EDE" w:rsidRDefault="007C4EDE" w:rsidP="007C4EDE">
      <w:pPr>
        <w:rPr>
          <w:lang w:val="en-US"/>
        </w:rPr>
      </w:pPr>
      <w:r>
        <w:rPr>
          <w:noProof/>
          <w:lang w:val="en-US"/>
        </w:rPr>
        <w:drawing>
          <wp:inline distT="0" distB="0" distL="0" distR="0" wp14:anchorId="0CB47A31" wp14:editId="7AFDE574">
            <wp:extent cx="2340000" cy="1688400"/>
            <wp:effectExtent l="0" t="0" r="0" b="0"/>
            <wp:docPr id="1042163797" name="Grafik 2" descr="Ein Bild, das Im Haus, Wand, Inneneinrichtung, Ki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163797" name="Grafik 2" descr="Ein Bild, das Im Haus, Wand, Inneneinrichtung, Kiss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4E0AB160" w14:textId="77777777" w:rsidR="007C4EDE" w:rsidRPr="00121E19" w:rsidRDefault="007C4EDE" w:rsidP="007C4EDE">
      <w:pPr>
        <w:rPr>
          <w:lang w:val="en-US"/>
        </w:rPr>
      </w:pPr>
    </w:p>
    <w:p w14:paraId="305B47C7" w14:textId="77777777" w:rsidR="007C4EDE" w:rsidRDefault="007C4EDE">
      <w:pPr>
        <w:spacing w:line="240" w:lineRule="auto"/>
        <w:rPr>
          <w:bCs/>
          <w:i/>
          <w:lang w:val="en-US"/>
        </w:rPr>
      </w:pPr>
      <w:r>
        <w:rPr>
          <w:bCs/>
          <w:i/>
          <w:lang w:val="en-US"/>
        </w:rPr>
        <w:br w:type="page"/>
      </w:r>
    </w:p>
    <w:p w14:paraId="2BA56E40" w14:textId="30510C8D" w:rsidR="007C4EDE" w:rsidRPr="00121E19" w:rsidRDefault="007C4EDE" w:rsidP="007C4EDE">
      <w:pPr>
        <w:rPr>
          <w:bCs/>
          <w:i/>
          <w:lang w:val="en-US"/>
        </w:rPr>
      </w:pPr>
      <w:r w:rsidRPr="00121E19">
        <w:rPr>
          <w:bCs/>
          <w:i/>
          <w:lang w:val="en-US"/>
        </w:rPr>
        <w:lastRenderedPageBreak/>
        <w:t xml:space="preserve">Image III: </w:t>
      </w:r>
      <w:proofErr w:type="spellStart"/>
      <w:r w:rsidRPr="00121E19">
        <w:rPr>
          <w:bCs/>
          <w:i/>
          <w:lang w:val="en-US"/>
        </w:rPr>
        <w:t>SIE_AERO_AEROMAT_VT_WRG_facade</w:t>
      </w:r>
      <w:proofErr w:type="spellEnd"/>
      <w:r w:rsidRPr="00121E19">
        <w:rPr>
          <w:bCs/>
          <w:i/>
          <w:lang w:val="en-US"/>
        </w:rPr>
        <w:t xml:space="preserve"> exterior.jpg</w:t>
      </w:r>
    </w:p>
    <w:p w14:paraId="048361A0" w14:textId="77777777" w:rsidR="007C4EDE" w:rsidRPr="00121E19" w:rsidRDefault="007C4EDE" w:rsidP="007C4EDE">
      <w:pPr>
        <w:rPr>
          <w:lang w:val="en-GB"/>
        </w:rPr>
      </w:pPr>
      <w:r w:rsidRPr="00121E19">
        <w:rPr>
          <w:lang w:val="en-GB"/>
        </w:rPr>
        <w:t xml:space="preserve">The extensive accessories with variants for installation using reveal, lintel or wall ducts ensures maximum flexibility. </w:t>
      </w:r>
    </w:p>
    <w:p w14:paraId="3F44D878" w14:textId="77777777" w:rsidR="007C4EDE" w:rsidRPr="00121E19" w:rsidRDefault="007C4EDE" w:rsidP="007C4EDE">
      <w:pPr>
        <w:rPr>
          <w:lang w:val="en-GB"/>
        </w:rPr>
      </w:pPr>
    </w:p>
    <w:p w14:paraId="4F3146EA" w14:textId="04AA6C68" w:rsidR="007C4EDE" w:rsidRPr="00121E19" w:rsidRDefault="007C4EDE" w:rsidP="007C4EDE">
      <w:pPr>
        <w:rPr>
          <w:lang w:val="en-US"/>
        </w:rPr>
      </w:pPr>
      <w:r>
        <w:rPr>
          <w:noProof/>
          <w:lang w:val="en-US"/>
        </w:rPr>
        <w:drawing>
          <wp:inline distT="0" distB="0" distL="0" distR="0" wp14:anchorId="190D7C91" wp14:editId="2BBFDFEA">
            <wp:extent cx="2340000" cy="1688400"/>
            <wp:effectExtent l="0" t="0" r="0" b="0"/>
            <wp:docPr id="1173149516" name="Grafik 3" descr="Ein Bild, das Fenster, Gebäude, Haltevorrichtung, Gla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149516" name="Grafik 3" descr="Ein Bild, das Fenster, Gebäude, Haltevorrichtung, Glas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7B0318F7" w14:textId="77777777" w:rsidR="007C4EDE" w:rsidRPr="007C4EDE" w:rsidRDefault="007C4EDE" w:rsidP="007C4EDE">
      <w:pPr>
        <w:rPr>
          <w:lang w:val="en-US"/>
        </w:rPr>
      </w:pPr>
    </w:p>
    <w:sectPr w:rsidR="007C4EDE" w:rsidRPr="007C4EDE" w:rsidSect="00C94C5B">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CF3A4" w14:textId="77777777" w:rsidR="00C94C5B" w:rsidRDefault="00C94C5B">
      <w:r>
        <w:separator/>
      </w:r>
    </w:p>
  </w:endnote>
  <w:endnote w:type="continuationSeparator" w:id="0">
    <w:p w14:paraId="56338D57" w14:textId="77777777" w:rsidR="00C94C5B" w:rsidRDefault="00C94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1BD5D"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1F19E" w14:textId="77777777" w:rsidR="00C94C5B" w:rsidRDefault="00C94C5B">
      <w:r>
        <w:separator/>
      </w:r>
    </w:p>
  </w:footnote>
  <w:footnote w:type="continuationSeparator" w:id="0">
    <w:p w14:paraId="638C67A7" w14:textId="77777777" w:rsidR="00C94C5B" w:rsidRDefault="00C94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04541" w14:textId="77777777" w:rsidR="00F71E39" w:rsidRDefault="00000000">
    <w:pPr>
      <w:pStyle w:val="Kopfzeile"/>
    </w:pPr>
    <w:r>
      <w:rPr>
        <w:noProof/>
      </w:rPr>
      <w:pict w14:anchorId="25D768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6.65pt;margin-top:-36pt;width:596.1pt;height:841.45pt;z-index:-251658752">
          <v:imagedata r:id="rId1" o:title="Presse-Info_ SI_KFV_EN_DRU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91727941">
    <w:abstractNumId w:val="1"/>
  </w:num>
  <w:num w:numId="2" w16cid:durableId="1588730673">
    <w:abstractNumId w:val="0"/>
  </w:num>
  <w:num w:numId="3" w16cid:durableId="70082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00EFC"/>
    <w:rsid w:val="00003256"/>
    <w:rsid w:val="0001449A"/>
    <w:rsid w:val="0001520C"/>
    <w:rsid w:val="00026907"/>
    <w:rsid w:val="00040EBF"/>
    <w:rsid w:val="00064165"/>
    <w:rsid w:val="000675C7"/>
    <w:rsid w:val="000870A2"/>
    <w:rsid w:val="00090045"/>
    <w:rsid w:val="00095303"/>
    <w:rsid w:val="000A1DF0"/>
    <w:rsid w:val="000A5CA3"/>
    <w:rsid w:val="000B5620"/>
    <w:rsid w:val="000D0C02"/>
    <w:rsid w:val="000D2A27"/>
    <w:rsid w:val="000D4874"/>
    <w:rsid w:val="000E424C"/>
    <w:rsid w:val="000F2936"/>
    <w:rsid w:val="000F565C"/>
    <w:rsid w:val="000F67C4"/>
    <w:rsid w:val="001025BB"/>
    <w:rsid w:val="0010352F"/>
    <w:rsid w:val="0010792E"/>
    <w:rsid w:val="001128F1"/>
    <w:rsid w:val="0012186D"/>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63620"/>
    <w:rsid w:val="00272508"/>
    <w:rsid w:val="002769DE"/>
    <w:rsid w:val="002819C3"/>
    <w:rsid w:val="00291C6E"/>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57D"/>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B0022"/>
    <w:rsid w:val="005B4C69"/>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0BA1"/>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4EDE"/>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C323C"/>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0046"/>
    <w:rsid w:val="00B3133B"/>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94C5B"/>
    <w:rsid w:val="00CA149A"/>
    <w:rsid w:val="00CA3EB0"/>
    <w:rsid w:val="00CA4C5A"/>
    <w:rsid w:val="00CA66F5"/>
    <w:rsid w:val="00CA6BD1"/>
    <w:rsid w:val="00CE16F1"/>
    <w:rsid w:val="00CE5448"/>
    <w:rsid w:val="00CE5488"/>
    <w:rsid w:val="00CE63E0"/>
    <w:rsid w:val="00CF6534"/>
    <w:rsid w:val="00CF72EF"/>
    <w:rsid w:val="00CF7462"/>
    <w:rsid w:val="00D00EFC"/>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F1B9B8"/>
  <w15:docId w15:val="{5E3C0903-4B63-48A2-8CCA-99F58A8C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D00EFC"/>
    <w:rPr>
      <w:rFonts w:ascii="Arial" w:hAnsi="Arial" w:cs="Arial"/>
      <w:b/>
      <w:bCs/>
      <w:i/>
      <w:kern w:val="32"/>
      <w:sz w:val="24"/>
      <w:szCs w:val="32"/>
    </w:rPr>
  </w:style>
  <w:style w:type="character" w:customStyle="1" w:styleId="berschrift4Zchn">
    <w:name w:val="Überschrift 4 Zchn"/>
    <w:basedOn w:val="Absatz-Standardschriftart"/>
    <w:link w:val="berschrift4"/>
    <w:rsid w:val="00D00EFC"/>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4</Pages>
  <Words>559</Words>
  <Characters>3525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4076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2024-03-11T16:40:00Z</dcterms:created>
  <dcterms:modified xsi:type="dcterms:W3CDTF">2024-03-11T16:40:00Z</dcterms:modified>
</cp:coreProperties>
</file>